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3969"/>
      </w:tblGrid>
      <w:tr w:rsidR="0000080B" w:rsidRPr="00122E29" w:rsidTr="008D1770">
        <w:trPr>
          <w:cantSplit/>
          <w:trHeight w:val="2102"/>
        </w:trPr>
        <w:tc>
          <w:tcPr>
            <w:tcW w:w="3686" w:type="dxa"/>
          </w:tcPr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26" w:type="dxa"/>
          </w:tcPr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5C695E" w:rsidRDefault="00D659BC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</w:p>
          <w:p w:rsidR="005C695E" w:rsidRDefault="00D659BC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</w:p>
          <w:p w:rsidR="0000080B" w:rsidRPr="00122E29" w:rsidRDefault="0000080B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«ЛЕНСКЭЙ ОРОЙУОН» </w:t>
            </w:r>
          </w:p>
          <w:p w:rsidR="0000080B" w:rsidRPr="00122E29" w:rsidRDefault="0000080B" w:rsidP="00E475CF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00080B" w:rsidRPr="00122E29" w:rsidRDefault="0000080B" w:rsidP="00E475C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00080B" w:rsidRPr="00122E29" w:rsidRDefault="0000080B" w:rsidP="0000080B">
      <w:pPr>
        <w:widowControl/>
        <w:autoSpaceDE/>
        <w:autoSpaceDN/>
        <w:adjustRightInd/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00080B" w:rsidRPr="00122E29" w:rsidTr="008D1770">
        <w:trPr>
          <w:trHeight w:val="572"/>
        </w:trPr>
        <w:tc>
          <w:tcPr>
            <w:tcW w:w="4820" w:type="dxa"/>
          </w:tcPr>
          <w:p w:rsidR="0000080B" w:rsidRPr="00122E29" w:rsidRDefault="005C695E" w:rsidP="008D1770">
            <w:pPr>
              <w:widowControl/>
              <w:autoSpaceDE/>
              <w:autoSpaceDN/>
              <w:adjustRightInd/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</w:t>
            </w:r>
            <w:r w:rsidR="0000080B"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4961" w:type="dxa"/>
          </w:tcPr>
          <w:p w:rsidR="0000080B" w:rsidRPr="00122E29" w:rsidRDefault="005C695E" w:rsidP="00E475CF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</w:t>
            </w:r>
            <w:r w:rsidR="0000080B"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00080B" w:rsidRPr="00122E29" w:rsidTr="008D1770">
        <w:trPr>
          <w:trHeight w:val="497"/>
        </w:trPr>
        <w:tc>
          <w:tcPr>
            <w:tcW w:w="4820" w:type="dxa"/>
          </w:tcPr>
          <w:p w:rsidR="0000080B" w:rsidRPr="00122E29" w:rsidRDefault="005C695E" w:rsidP="008D1770">
            <w:pPr>
              <w:widowControl/>
              <w:autoSpaceDE/>
              <w:autoSpaceDN/>
              <w:adjustRightInd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</w:t>
            </w:r>
            <w:r w:rsidR="0000080B"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4961" w:type="dxa"/>
          </w:tcPr>
          <w:p w:rsidR="0000080B" w:rsidRPr="00122E29" w:rsidRDefault="005C695E" w:rsidP="00E475CF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</w:t>
            </w:r>
            <w:proofErr w:type="spellStart"/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00080B" w:rsidRPr="00122E29" w:rsidTr="00E475CF">
        <w:trPr>
          <w:trHeight w:val="671"/>
        </w:trPr>
        <w:tc>
          <w:tcPr>
            <w:tcW w:w="9781" w:type="dxa"/>
            <w:gridSpan w:val="2"/>
          </w:tcPr>
          <w:p w:rsidR="0000080B" w:rsidRPr="00122E29" w:rsidRDefault="000B159B" w:rsidP="000328A4">
            <w:pPr>
              <w:widowControl/>
              <w:autoSpaceDE/>
              <w:autoSpaceDN/>
              <w:adjustRightInd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bookmarkStart w:id="0" w:name="_GoBack"/>
            <w:r w:rsidR="000328A4"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31</w:t>
            </w:r>
            <w:r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» __</w:t>
            </w:r>
            <w:r w:rsidR="000328A4"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марта</w:t>
            </w:r>
            <w:r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bookmarkEnd w:id="0"/>
            <w:r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CA031B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 w:rsidR="005C695E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   </w:t>
            </w:r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 w:rsidR="0000080B"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</w:t>
            </w:r>
            <w:r w:rsidR="000328A4"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01-03-206/1</w:t>
            </w:r>
            <w:r w:rsidR="0000080B" w:rsidRPr="000328A4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</w:t>
            </w:r>
          </w:p>
        </w:tc>
      </w:tr>
      <w:tr w:rsidR="0000080B" w:rsidRPr="00122E29" w:rsidTr="00BA2201">
        <w:tblPrEx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9781" w:type="dxa"/>
            <w:gridSpan w:val="2"/>
          </w:tcPr>
          <w:p w:rsidR="005C695E" w:rsidRDefault="005C695E" w:rsidP="000655FF">
            <w:pPr>
              <w:jc w:val="center"/>
              <w:rPr>
                <w:b/>
                <w:sz w:val="28"/>
              </w:rPr>
            </w:pPr>
          </w:p>
          <w:p w:rsidR="005C695E" w:rsidRDefault="000655FF" w:rsidP="000655FF">
            <w:pPr>
              <w:jc w:val="center"/>
              <w:rPr>
                <w:b/>
                <w:sz w:val="28"/>
              </w:rPr>
            </w:pPr>
            <w:r w:rsidRPr="004C1121">
              <w:rPr>
                <w:b/>
                <w:sz w:val="28"/>
              </w:rPr>
              <w:t>Об итогах исполнения бюджета муниципального об</w:t>
            </w:r>
            <w:r w:rsidR="00CA031B">
              <w:rPr>
                <w:b/>
                <w:sz w:val="28"/>
              </w:rPr>
              <w:t xml:space="preserve">разования </w:t>
            </w:r>
          </w:p>
          <w:p w:rsidR="0000080B" w:rsidRDefault="00CA031B" w:rsidP="000655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«Ленский район» за 2020</w:t>
            </w:r>
            <w:r w:rsidR="000655FF" w:rsidRPr="004C1121">
              <w:rPr>
                <w:b/>
                <w:sz w:val="28"/>
              </w:rPr>
              <w:t xml:space="preserve"> год</w:t>
            </w:r>
          </w:p>
          <w:p w:rsidR="000655FF" w:rsidRPr="00122E29" w:rsidRDefault="000655FF" w:rsidP="000655F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55FF" w:rsidRPr="00625E4C" w:rsidRDefault="000655FF" w:rsidP="005C695E">
      <w:pPr>
        <w:spacing w:line="360" w:lineRule="auto"/>
        <w:ind w:firstLine="709"/>
        <w:jc w:val="both"/>
        <w:rPr>
          <w:sz w:val="28"/>
          <w:szCs w:val="28"/>
        </w:rPr>
      </w:pPr>
      <w:r w:rsidRPr="00625E4C">
        <w:rPr>
          <w:sz w:val="28"/>
          <w:szCs w:val="24"/>
        </w:rPr>
        <w:t>В соответствии со ст</w:t>
      </w:r>
      <w:r w:rsidRPr="00595A1B">
        <w:rPr>
          <w:sz w:val="28"/>
          <w:szCs w:val="24"/>
        </w:rPr>
        <w:t>. 3</w:t>
      </w:r>
      <w:r w:rsidR="0007424C" w:rsidRPr="00595A1B">
        <w:rPr>
          <w:sz w:val="28"/>
          <w:szCs w:val="24"/>
        </w:rPr>
        <w:t>8</w:t>
      </w:r>
      <w:r w:rsidRPr="00595A1B">
        <w:rPr>
          <w:sz w:val="28"/>
          <w:szCs w:val="24"/>
        </w:rPr>
        <w:t xml:space="preserve"> Положения</w:t>
      </w:r>
      <w:r w:rsidRPr="00625E4C">
        <w:rPr>
          <w:sz w:val="28"/>
          <w:szCs w:val="24"/>
        </w:rPr>
        <w:t xml:space="preserve"> о бюджетном</w:t>
      </w:r>
      <w:r w:rsidR="0007424C" w:rsidRPr="00625E4C">
        <w:rPr>
          <w:sz w:val="28"/>
          <w:szCs w:val="24"/>
        </w:rPr>
        <w:t xml:space="preserve"> устройстве и бюджетном процессе муниципального образования</w:t>
      </w:r>
      <w:r w:rsidRPr="00625E4C">
        <w:rPr>
          <w:sz w:val="28"/>
          <w:szCs w:val="24"/>
        </w:rPr>
        <w:t xml:space="preserve"> «Ленский район» Республики Саха (Якутия) утвержденного решением Районного Совета депутатов муниципального образования «Ленский район» от </w:t>
      </w:r>
      <w:r w:rsidR="00625E4C">
        <w:rPr>
          <w:sz w:val="28"/>
          <w:szCs w:val="24"/>
        </w:rPr>
        <w:t>03 декабря 2020 г. № 1-</w:t>
      </w:r>
      <w:r w:rsidR="0007424C" w:rsidRPr="00625E4C">
        <w:rPr>
          <w:sz w:val="28"/>
          <w:szCs w:val="24"/>
        </w:rPr>
        <w:t>5</w:t>
      </w:r>
      <w:r w:rsidRPr="00625E4C">
        <w:rPr>
          <w:sz w:val="28"/>
          <w:szCs w:val="24"/>
        </w:rPr>
        <w:t xml:space="preserve"> глава муниципального образования</w:t>
      </w:r>
      <w:r w:rsidR="005C695E">
        <w:rPr>
          <w:sz w:val="28"/>
          <w:szCs w:val="24"/>
        </w:rPr>
        <w:t xml:space="preserve"> </w:t>
      </w:r>
      <w:r w:rsidRPr="00625E4C">
        <w:rPr>
          <w:sz w:val="28"/>
          <w:szCs w:val="28"/>
        </w:rPr>
        <w:t xml:space="preserve">п о с </w:t>
      </w:r>
      <w:proofErr w:type="gramStart"/>
      <w:r w:rsidRPr="00625E4C">
        <w:rPr>
          <w:sz w:val="28"/>
          <w:szCs w:val="28"/>
        </w:rPr>
        <w:t>т</w:t>
      </w:r>
      <w:proofErr w:type="gramEnd"/>
      <w:r w:rsidRPr="00625E4C">
        <w:rPr>
          <w:sz w:val="28"/>
          <w:szCs w:val="28"/>
        </w:rPr>
        <w:t xml:space="preserve"> а н о в и л:</w:t>
      </w:r>
    </w:p>
    <w:p w:rsidR="000655FF" w:rsidRPr="004C1121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1. </w:t>
      </w:r>
      <w:r w:rsidR="000655FF" w:rsidRPr="00625E4C">
        <w:rPr>
          <w:sz w:val="28"/>
          <w:szCs w:val="24"/>
        </w:rPr>
        <w:t>Одобрить итоги исполнения бюджета муниципального</w:t>
      </w:r>
      <w:r w:rsidR="000655FF" w:rsidRPr="004C1121">
        <w:rPr>
          <w:sz w:val="28"/>
          <w:szCs w:val="24"/>
        </w:rPr>
        <w:t xml:space="preserve"> образования «Ленский </w:t>
      </w:r>
      <w:r w:rsidR="000655FF" w:rsidRPr="004C1121">
        <w:rPr>
          <w:sz w:val="28"/>
          <w:szCs w:val="24"/>
        </w:rPr>
        <w:lastRenderedPageBreak/>
        <w:t>район» за 20</w:t>
      </w:r>
      <w:r w:rsidR="00135E4A">
        <w:rPr>
          <w:sz w:val="28"/>
          <w:szCs w:val="24"/>
        </w:rPr>
        <w:t>20</w:t>
      </w:r>
      <w:r w:rsidR="000655FF" w:rsidRPr="004C1121">
        <w:rPr>
          <w:sz w:val="28"/>
          <w:szCs w:val="24"/>
        </w:rPr>
        <w:t xml:space="preserve"> г</w:t>
      </w:r>
      <w:r w:rsidR="000655FF">
        <w:rPr>
          <w:sz w:val="28"/>
          <w:szCs w:val="24"/>
        </w:rPr>
        <w:t>од</w:t>
      </w:r>
      <w:r w:rsidR="000655FF" w:rsidRPr="004C1121">
        <w:rPr>
          <w:sz w:val="28"/>
          <w:szCs w:val="24"/>
        </w:rPr>
        <w:t xml:space="preserve"> согласно приложени</w:t>
      </w:r>
      <w:r w:rsidR="000655FF">
        <w:rPr>
          <w:sz w:val="28"/>
          <w:szCs w:val="24"/>
        </w:rPr>
        <w:t xml:space="preserve">ю к </w:t>
      </w:r>
      <w:r w:rsidR="000655FF" w:rsidRPr="004C1121">
        <w:rPr>
          <w:sz w:val="28"/>
          <w:szCs w:val="24"/>
        </w:rPr>
        <w:t>настоящему постановлению.</w:t>
      </w:r>
    </w:p>
    <w:p w:rsidR="000655FF" w:rsidRPr="004C1121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 </w:t>
      </w:r>
      <w:r w:rsidR="000655FF">
        <w:rPr>
          <w:sz w:val="28"/>
          <w:szCs w:val="24"/>
        </w:rPr>
        <w:t>Начальнику финансового у</w:t>
      </w:r>
      <w:r w:rsidR="000655FF" w:rsidRPr="004C1121">
        <w:rPr>
          <w:sz w:val="28"/>
          <w:szCs w:val="24"/>
        </w:rPr>
        <w:t xml:space="preserve">правления </w:t>
      </w:r>
      <w:r w:rsidR="000655FF">
        <w:rPr>
          <w:sz w:val="28"/>
          <w:szCs w:val="24"/>
        </w:rPr>
        <w:t xml:space="preserve">муниципального образования «Ленский район» </w:t>
      </w:r>
      <w:r w:rsidR="000655FF" w:rsidRPr="004C1121">
        <w:rPr>
          <w:sz w:val="28"/>
          <w:szCs w:val="24"/>
        </w:rPr>
        <w:t>(</w:t>
      </w:r>
      <w:r w:rsidR="000655FF">
        <w:rPr>
          <w:sz w:val="28"/>
          <w:szCs w:val="24"/>
        </w:rPr>
        <w:t>Пестерева О.А.</w:t>
      </w:r>
      <w:r w:rsidR="000655FF" w:rsidRPr="004C1121">
        <w:rPr>
          <w:sz w:val="28"/>
          <w:szCs w:val="24"/>
        </w:rPr>
        <w:t>) внести на рассмотрение очередной сессии Районного Совета депутатов муниципального образования «Ленский район» годовой отчет об исполнении бюджета муниципального образования «Ленский район» за 20</w:t>
      </w:r>
      <w:r w:rsidR="00135E4A">
        <w:rPr>
          <w:sz w:val="28"/>
          <w:szCs w:val="24"/>
        </w:rPr>
        <w:t>20</w:t>
      </w:r>
      <w:r w:rsidR="000655FF" w:rsidRPr="004C1121">
        <w:rPr>
          <w:sz w:val="28"/>
          <w:szCs w:val="24"/>
        </w:rPr>
        <w:t xml:space="preserve"> год. </w:t>
      </w:r>
    </w:p>
    <w:p w:rsidR="000655FF" w:rsidRPr="004C1121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="000655FF" w:rsidRPr="004C1121">
        <w:rPr>
          <w:sz w:val="28"/>
          <w:szCs w:val="24"/>
        </w:rPr>
        <w:t xml:space="preserve">Главному специалисту </w:t>
      </w:r>
      <w:r>
        <w:rPr>
          <w:sz w:val="28"/>
          <w:szCs w:val="24"/>
        </w:rPr>
        <w:t>управления</w:t>
      </w:r>
      <w:r w:rsidR="000655FF" w:rsidRPr="004C1121">
        <w:rPr>
          <w:sz w:val="28"/>
          <w:szCs w:val="24"/>
        </w:rPr>
        <w:t xml:space="preserve"> </w:t>
      </w:r>
      <w:r>
        <w:rPr>
          <w:sz w:val="28"/>
          <w:szCs w:val="24"/>
        </w:rPr>
        <w:t>делами (Иванская Е.С.)</w:t>
      </w:r>
      <w:r w:rsidR="000655FF" w:rsidRPr="004C1121">
        <w:rPr>
          <w:sz w:val="28"/>
          <w:szCs w:val="24"/>
        </w:rPr>
        <w:t xml:space="preserve"> опубликовать настоящее постановление в </w:t>
      </w:r>
      <w:r w:rsidR="000655FF">
        <w:rPr>
          <w:sz w:val="28"/>
          <w:szCs w:val="24"/>
        </w:rPr>
        <w:t xml:space="preserve">средствах массовой информации </w:t>
      </w:r>
      <w:r w:rsidR="000655FF" w:rsidRPr="004C1121">
        <w:rPr>
          <w:sz w:val="28"/>
          <w:szCs w:val="24"/>
        </w:rPr>
        <w:t>и разместить на официальном сайте муниципального образования «Ленский район».</w:t>
      </w:r>
    </w:p>
    <w:p w:rsidR="005C695E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</w:p>
    <w:p w:rsidR="005C695E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</w:p>
    <w:p w:rsidR="000655FF" w:rsidRPr="004C1121" w:rsidRDefault="005C695E" w:rsidP="005C695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4. </w:t>
      </w:r>
      <w:r w:rsidR="000655FF" w:rsidRPr="004C1121">
        <w:rPr>
          <w:sz w:val="28"/>
          <w:szCs w:val="24"/>
        </w:rPr>
        <w:t>Контроль исполнени</w:t>
      </w:r>
      <w:r>
        <w:rPr>
          <w:sz w:val="28"/>
          <w:szCs w:val="24"/>
        </w:rPr>
        <w:t>я</w:t>
      </w:r>
      <w:r w:rsidR="000655FF" w:rsidRPr="004C1121">
        <w:rPr>
          <w:sz w:val="28"/>
          <w:szCs w:val="24"/>
        </w:rPr>
        <w:t xml:space="preserve"> настоящего постановления возложить на заместителя главы по инвестиционной и экономической политике </w:t>
      </w:r>
      <w:r w:rsidR="000655FF">
        <w:rPr>
          <w:sz w:val="28"/>
          <w:szCs w:val="24"/>
        </w:rPr>
        <w:t xml:space="preserve">                                   Черепанова</w:t>
      </w:r>
      <w:r>
        <w:rPr>
          <w:sz w:val="28"/>
          <w:szCs w:val="24"/>
        </w:rPr>
        <w:t xml:space="preserve"> А.В</w:t>
      </w:r>
      <w:r w:rsidR="000655FF">
        <w:rPr>
          <w:sz w:val="28"/>
          <w:szCs w:val="24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5104"/>
      </w:tblGrid>
      <w:tr w:rsidR="000655FF" w:rsidRPr="00E335F5" w:rsidTr="005C695E">
        <w:tc>
          <w:tcPr>
            <w:tcW w:w="4535" w:type="dxa"/>
          </w:tcPr>
          <w:p w:rsidR="00A658D7" w:rsidRDefault="00A658D7" w:rsidP="00CB7524">
            <w:pPr>
              <w:rPr>
                <w:b/>
                <w:sz w:val="28"/>
                <w:szCs w:val="28"/>
              </w:rPr>
            </w:pPr>
          </w:p>
          <w:p w:rsidR="005C695E" w:rsidRDefault="005C695E" w:rsidP="00CB7524">
            <w:pPr>
              <w:rPr>
                <w:b/>
                <w:sz w:val="28"/>
                <w:szCs w:val="28"/>
              </w:rPr>
            </w:pPr>
          </w:p>
          <w:p w:rsidR="005C695E" w:rsidRDefault="005C695E" w:rsidP="00CB7524">
            <w:pPr>
              <w:rPr>
                <w:b/>
                <w:sz w:val="28"/>
                <w:szCs w:val="28"/>
              </w:rPr>
            </w:pPr>
          </w:p>
          <w:p w:rsidR="000655FF" w:rsidRPr="00A01CAC" w:rsidRDefault="000655FF" w:rsidP="00CB75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A01CAC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104" w:type="dxa"/>
          </w:tcPr>
          <w:p w:rsidR="00A658D7" w:rsidRDefault="00A658D7" w:rsidP="00CB7524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695E" w:rsidRDefault="005C695E" w:rsidP="00CB7524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695E" w:rsidRDefault="005C695E" w:rsidP="00CB7524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55FF" w:rsidRPr="00A01CAC" w:rsidRDefault="000655FF" w:rsidP="00CB7524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Ж.Ж.</w:t>
            </w:r>
            <w:r w:rsidR="005C695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Абильманов</w:t>
            </w:r>
            <w:proofErr w:type="spellEnd"/>
          </w:p>
          <w:p w:rsidR="000655FF" w:rsidRPr="00A01CAC" w:rsidRDefault="000655FF" w:rsidP="00CB7524">
            <w:pPr>
              <w:rPr>
                <w:sz w:val="28"/>
                <w:szCs w:val="28"/>
              </w:rPr>
            </w:pPr>
          </w:p>
        </w:tc>
      </w:tr>
    </w:tbl>
    <w:p w:rsidR="00681592" w:rsidRDefault="00681592" w:rsidP="00BA2201">
      <w:pPr>
        <w:spacing w:line="360" w:lineRule="auto"/>
        <w:jc w:val="both"/>
      </w:pPr>
    </w:p>
    <w:sectPr w:rsidR="00681592" w:rsidSect="00A658D7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63CA"/>
    <w:multiLevelType w:val="hybridMultilevel"/>
    <w:tmpl w:val="378A2E04"/>
    <w:lvl w:ilvl="0" w:tplc="DCBA60D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0F34A9"/>
    <w:multiLevelType w:val="multilevel"/>
    <w:tmpl w:val="7EF4F53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" w15:restartNumberingAfterBreak="0">
    <w:nsid w:val="26216E17"/>
    <w:multiLevelType w:val="hybridMultilevel"/>
    <w:tmpl w:val="9970CC9E"/>
    <w:lvl w:ilvl="0" w:tplc="7718339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34BA7449"/>
    <w:multiLevelType w:val="hybridMultilevel"/>
    <w:tmpl w:val="92543F68"/>
    <w:lvl w:ilvl="0" w:tplc="DB6424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102584"/>
    <w:multiLevelType w:val="hybridMultilevel"/>
    <w:tmpl w:val="8E7C8EBC"/>
    <w:lvl w:ilvl="0" w:tplc="53D6B1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15F4626"/>
    <w:multiLevelType w:val="hybridMultilevel"/>
    <w:tmpl w:val="888A8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74"/>
    <w:rsid w:val="0000080B"/>
    <w:rsid w:val="000328A4"/>
    <w:rsid w:val="000655FF"/>
    <w:rsid w:val="0007424C"/>
    <w:rsid w:val="000B159B"/>
    <w:rsid w:val="00135E4A"/>
    <w:rsid w:val="003A2B7C"/>
    <w:rsid w:val="004252C6"/>
    <w:rsid w:val="00437B7F"/>
    <w:rsid w:val="00595A1B"/>
    <w:rsid w:val="005A28EF"/>
    <w:rsid w:val="005C695E"/>
    <w:rsid w:val="00625E4C"/>
    <w:rsid w:val="00642E00"/>
    <w:rsid w:val="00681592"/>
    <w:rsid w:val="007018DF"/>
    <w:rsid w:val="00851494"/>
    <w:rsid w:val="008C21E8"/>
    <w:rsid w:val="008D1770"/>
    <w:rsid w:val="0096404F"/>
    <w:rsid w:val="009C0DBC"/>
    <w:rsid w:val="009E049D"/>
    <w:rsid w:val="00A1103D"/>
    <w:rsid w:val="00A63515"/>
    <w:rsid w:val="00A6474C"/>
    <w:rsid w:val="00A658D7"/>
    <w:rsid w:val="00AC2444"/>
    <w:rsid w:val="00B45574"/>
    <w:rsid w:val="00BA0D38"/>
    <w:rsid w:val="00BA2201"/>
    <w:rsid w:val="00BD0E57"/>
    <w:rsid w:val="00BF283D"/>
    <w:rsid w:val="00CA031B"/>
    <w:rsid w:val="00CE19CD"/>
    <w:rsid w:val="00D659BC"/>
    <w:rsid w:val="00D902FF"/>
    <w:rsid w:val="00DD5E8B"/>
    <w:rsid w:val="00DE65E0"/>
    <w:rsid w:val="00E475CF"/>
    <w:rsid w:val="00EF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8EA8"/>
  <w15:docId w15:val="{A6648542-3610-4EA2-ACEA-61CA6ED3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655FF"/>
    <w:pPr>
      <w:keepNext/>
      <w:widowControl/>
      <w:autoSpaceDE/>
      <w:autoSpaceDN/>
      <w:adjustRightInd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4557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655FF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NY2\Desktop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FINY2</dc:creator>
  <cp:lastModifiedBy>Общий_отдел_2</cp:lastModifiedBy>
  <cp:revision>2</cp:revision>
  <cp:lastPrinted>2019-12-24T03:05:00Z</cp:lastPrinted>
  <dcterms:created xsi:type="dcterms:W3CDTF">2021-04-01T07:14:00Z</dcterms:created>
  <dcterms:modified xsi:type="dcterms:W3CDTF">2021-04-01T07:14:00Z</dcterms:modified>
</cp:coreProperties>
</file>