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611"/>
        <w:gridCol w:w="1413"/>
        <w:gridCol w:w="3627"/>
        <w:gridCol w:w="23"/>
        <w:gridCol w:w="35"/>
      </w:tblGrid>
      <w:tr w:rsidR="008E3EBE" w:rsidRPr="00122E29" w14:paraId="4E8D7D0D" w14:textId="77777777" w:rsidTr="002F2847">
        <w:trPr>
          <w:gridAfter w:val="2"/>
          <w:wAfter w:w="58" w:type="dxa"/>
          <w:trHeight w:val="2102"/>
        </w:trPr>
        <w:tc>
          <w:tcPr>
            <w:tcW w:w="4072" w:type="dxa"/>
          </w:tcPr>
          <w:p w14:paraId="3B1E1AFD" w14:textId="77777777" w:rsidR="008E3EBE" w:rsidRPr="00122E29" w:rsidRDefault="008E3EBE" w:rsidP="00E90571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bookmarkStart w:id="0" w:name="_Hlk183516285"/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</w:t>
            </w:r>
            <w:r>
              <w:rPr>
                <w:b/>
                <w:bCs/>
                <w:snapToGrid w:val="0"/>
                <w:color w:val="000000"/>
                <w:sz w:val="32"/>
                <w:szCs w:val="32"/>
              </w:rPr>
              <w:t>ый район</w:t>
            </w:r>
          </w:p>
          <w:p w14:paraId="0CFE4052" w14:textId="77777777" w:rsidR="008E3EBE" w:rsidRPr="00122E29" w:rsidRDefault="008E3EBE" w:rsidP="00E90571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14:paraId="10F631A7" w14:textId="77777777" w:rsidR="008E3EBE" w:rsidRPr="00122E29" w:rsidRDefault="008E3EBE" w:rsidP="00E9057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14:paraId="4FDB9F6B" w14:textId="77777777" w:rsidR="008E3EBE" w:rsidRPr="00122E29" w:rsidRDefault="008E3EBE" w:rsidP="00E90571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024" w:type="dxa"/>
            <w:gridSpan w:val="2"/>
          </w:tcPr>
          <w:p w14:paraId="377FBE36" w14:textId="77777777" w:rsidR="008E3EBE" w:rsidRPr="00122E29" w:rsidRDefault="008E3EBE" w:rsidP="00E90571">
            <w:pPr>
              <w:widowControl/>
              <w:autoSpaceDE/>
              <w:autoSpaceDN/>
              <w:adjustRightInd/>
              <w:jc w:val="center"/>
              <w:rPr>
                <w:sz w:val="32"/>
                <w:szCs w:val="32"/>
              </w:rPr>
            </w:pPr>
            <w:r w:rsidRPr="00122E29">
              <w:rPr>
                <w:noProof/>
                <w:sz w:val="32"/>
                <w:szCs w:val="32"/>
              </w:rPr>
              <w:drawing>
                <wp:inline distT="0" distB="0" distL="0" distR="0" wp14:anchorId="2449F1B8" wp14:editId="43CAEF1E">
                  <wp:extent cx="1181100" cy="1143000"/>
                  <wp:effectExtent l="0" t="0" r="0" b="0"/>
                  <wp:docPr id="2" name="Рисунок 2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14:paraId="3AB0FE80" w14:textId="77777777" w:rsidR="008E3EBE" w:rsidRPr="00353682" w:rsidRDefault="008E3EBE" w:rsidP="00E90571">
            <w:pPr>
              <w:keepNext/>
              <w:widowControl/>
              <w:autoSpaceDE/>
              <w:autoSpaceDN/>
              <w:adjustRightInd/>
              <w:ind w:left="-60" w:right="-171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353682"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 w:rsidRPr="00353682"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Өрөспүүбүлүкэтин</w:t>
            </w:r>
          </w:p>
          <w:p w14:paraId="33204905" w14:textId="254BE9E7" w:rsidR="008E3EBE" w:rsidRPr="00353682" w:rsidRDefault="008E3EBE" w:rsidP="00E90571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353682">
              <w:rPr>
                <w:b/>
                <w:snapToGrid w:val="0"/>
                <w:color w:val="000000"/>
                <w:sz w:val="32"/>
                <w:szCs w:val="32"/>
              </w:rPr>
              <w:t>«</w:t>
            </w:r>
            <w:proofErr w:type="spellStart"/>
            <w:r w:rsidRPr="00353682">
              <w:rPr>
                <w:b/>
                <w:snapToGrid w:val="0"/>
                <w:color w:val="000000"/>
                <w:sz w:val="32"/>
                <w:szCs w:val="32"/>
              </w:rPr>
              <w:t>ЛЕНСКЭЙ</w:t>
            </w:r>
            <w:proofErr w:type="spellEnd"/>
            <w:r w:rsidRPr="00353682">
              <w:rPr>
                <w:b/>
                <w:snapToGrid w:val="0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53682">
              <w:rPr>
                <w:b/>
                <w:snapToGrid w:val="0"/>
                <w:color w:val="000000"/>
                <w:sz w:val="32"/>
                <w:szCs w:val="32"/>
              </w:rPr>
              <w:t>ОРОЙУОН</w:t>
            </w:r>
            <w:r w:rsidR="00536856">
              <w:rPr>
                <w:b/>
                <w:snapToGrid w:val="0"/>
                <w:color w:val="000000"/>
                <w:sz w:val="32"/>
                <w:szCs w:val="32"/>
              </w:rPr>
              <w:t>А</w:t>
            </w:r>
            <w:proofErr w:type="spellEnd"/>
            <w:r w:rsidRPr="00353682">
              <w:rPr>
                <w:b/>
                <w:snapToGrid w:val="0"/>
                <w:color w:val="000000"/>
                <w:sz w:val="32"/>
                <w:szCs w:val="32"/>
              </w:rPr>
              <w:t xml:space="preserve">» </w:t>
            </w:r>
          </w:p>
          <w:p w14:paraId="789E1A75" w14:textId="77777777" w:rsidR="008E3EBE" w:rsidRPr="00353682" w:rsidRDefault="008E3EBE" w:rsidP="00E90571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353682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14:paraId="6469EBF2" w14:textId="77777777" w:rsidR="008E3EBE" w:rsidRPr="00353682" w:rsidRDefault="008E3EBE" w:rsidP="00E9057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оройуон</w:t>
            </w:r>
            <w:r w:rsidR="0057397B">
              <w:rPr>
                <w:b/>
                <w:sz w:val="32"/>
                <w:szCs w:val="32"/>
              </w:rPr>
              <w:t>а</w:t>
            </w:r>
            <w:proofErr w:type="spellEnd"/>
          </w:p>
        </w:tc>
      </w:tr>
      <w:tr w:rsidR="008E3EBE" w:rsidRPr="00122E29" w14:paraId="54ABB42E" w14:textId="77777777" w:rsidTr="002F2847">
        <w:tblPrEx>
          <w:tblLook w:val="01E0" w:firstRow="1" w:lastRow="1" w:firstColumn="1" w:lastColumn="1" w:noHBand="0" w:noVBand="0"/>
        </w:tblPrEx>
        <w:trPr>
          <w:gridAfter w:val="1"/>
          <w:wAfter w:w="35" w:type="dxa"/>
          <w:trHeight w:val="572"/>
        </w:trPr>
        <w:tc>
          <w:tcPr>
            <w:tcW w:w="4683" w:type="dxa"/>
            <w:gridSpan w:val="2"/>
          </w:tcPr>
          <w:p w14:paraId="25034945" w14:textId="5FE98CF4" w:rsidR="008E3EBE" w:rsidRPr="00122E29" w:rsidRDefault="00210F65" w:rsidP="00E905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</w:t>
            </w:r>
            <w:r w:rsidR="008E3EBE" w:rsidRPr="00122E29">
              <w:rPr>
                <w:b/>
                <w:sz w:val="32"/>
                <w:szCs w:val="32"/>
              </w:rPr>
              <w:t>ЕНИЕ</w:t>
            </w:r>
          </w:p>
        </w:tc>
        <w:tc>
          <w:tcPr>
            <w:tcW w:w="5063" w:type="dxa"/>
            <w:gridSpan w:val="3"/>
          </w:tcPr>
          <w:p w14:paraId="0A1EA4FA" w14:textId="466C4256" w:rsidR="008E3EBE" w:rsidRPr="00210F65" w:rsidRDefault="008E3EBE" w:rsidP="00E90571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proofErr w:type="spellStart"/>
            <w:r w:rsidR="00210F65">
              <w:rPr>
                <w:b/>
                <w:sz w:val="32"/>
                <w:szCs w:val="32"/>
              </w:rPr>
              <w:t>УУРААХ</w:t>
            </w:r>
            <w:proofErr w:type="spellEnd"/>
          </w:p>
        </w:tc>
      </w:tr>
      <w:tr w:rsidR="008E3EBE" w:rsidRPr="00122E29" w14:paraId="559907B6" w14:textId="77777777" w:rsidTr="002F2847">
        <w:tblPrEx>
          <w:tblLook w:val="01E0" w:firstRow="1" w:lastRow="1" w:firstColumn="1" w:lastColumn="1" w:noHBand="0" w:noVBand="0"/>
        </w:tblPrEx>
        <w:trPr>
          <w:gridAfter w:val="1"/>
          <w:wAfter w:w="35" w:type="dxa"/>
          <w:trHeight w:val="497"/>
        </w:trPr>
        <w:tc>
          <w:tcPr>
            <w:tcW w:w="4683" w:type="dxa"/>
            <w:gridSpan w:val="2"/>
          </w:tcPr>
          <w:p w14:paraId="5A2C2CBD" w14:textId="77777777" w:rsidR="008E3EBE" w:rsidRPr="00122E29" w:rsidRDefault="008E3EBE" w:rsidP="00E9057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  <w:gridSpan w:val="3"/>
          </w:tcPr>
          <w:p w14:paraId="6BBD3B4E" w14:textId="77777777" w:rsidR="008E3EBE" w:rsidRPr="00122E29" w:rsidRDefault="008E3EBE" w:rsidP="00E90571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>.</w:t>
            </w:r>
          </w:p>
        </w:tc>
      </w:tr>
      <w:tr w:rsidR="008E3EBE" w:rsidRPr="00122E29" w14:paraId="55D888DD" w14:textId="77777777" w:rsidTr="002F2847">
        <w:tblPrEx>
          <w:tblLook w:val="01E0" w:firstRow="1" w:lastRow="1" w:firstColumn="1" w:lastColumn="1" w:noHBand="0" w:noVBand="0"/>
        </w:tblPrEx>
        <w:trPr>
          <w:gridAfter w:val="1"/>
          <w:wAfter w:w="35" w:type="dxa"/>
          <w:trHeight w:val="671"/>
        </w:trPr>
        <w:tc>
          <w:tcPr>
            <w:tcW w:w="9746" w:type="dxa"/>
            <w:gridSpan w:val="5"/>
          </w:tcPr>
          <w:p w14:paraId="6AC9AC01" w14:textId="05C37915" w:rsidR="008E3EBE" w:rsidRPr="00122E29" w:rsidRDefault="008E3EBE" w:rsidP="00756BAA">
            <w:pPr>
              <w:widowControl/>
              <w:autoSpaceDE/>
              <w:autoSpaceDN/>
              <w:adjustRightInd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</w:t>
            </w:r>
            <w:r w:rsidR="00756BAA" w:rsidRPr="00756BA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04</w:t>
            </w:r>
            <w:r w:rsidRPr="00756BA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» __</w:t>
            </w:r>
            <w:r w:rsidR="00756BAA" w:rsidRPr="00756BA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сентября</w:t>
            </w:r>
            <w:r w:rsidRPr="00756BA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>202</w:t>
            </w:r>
            <w:r w:rsidR="00536856">
              <w:rPr>
                <w:b/>
                <w:snapToGrid w:val="0"/>
                <w:color w:val="000000"/>
                <w:sz w:val="28"/>
                <w:szCs w:val="28"/>
              </w:rPr>
              <w:t>5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</w:t>
            </w:r>
            <w:bookmarkStart w:id="1" w:name="_GoBack"/>
            <w:bookmarkEnd w:id="1"/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№ </w:t>
            </w:r>
            <w:r w:rsidRPr="00756BA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___</w:t>
            </w:r>
            <w:r w:rsidR="00756BAA" w:rsidRPr="00756BA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01-03-719/5</w:t>
            </w:r>
            <w:r w:rsidRPr="00756BA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_____</w:t>
            </w:r>
          </w:p>
        </w:tc>
      </w:tr>
      <w:tr w:rsidR="008E3EBE" w:rsidRPr="00122E29" w14:paraId="20AD3B09" w14:textId="77777777" w:rsidTr="002F2847">
        <w:trPr>
          <w:trHeight w:val="471"/>
        </w:trPr>
        <w:tc>
          <w:tcPr>
            <w:tcW w:w="9781" w:type="dxa"/>
            <w:gridSpan w:val="6"/>
          </w:tcPr>
          <w:p w14:paraId="57DFF530" w14:textId="77777777" w:rsidR="002F2847" w:rsidRDefault="002F2847" w:rsidP="00BB7CF0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</w:p>
          <w:p w14:paraId="0BC85D3A" w14:textId="43088460" w:rsidR="008E3EBE" w:rsidRPr="00122E29" w:rsidRDefault="00FD539D" w:rsidP="00BB7CF0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FD539D">
              <w:rPr>
                <w:b/>
                <w:sz w:val="28"/>
                <w:szCs w:val="28"/>
              </w:rPr>
              <w:t>О внесении изменений в постановление главы от 17.01.2024 года №</w:t>
            </w:r>
            <w:r>
              <w:rPr>
                <w:b/>
                <w:sz w:val="28"/>
                <w:szCs w:val="28"/>
              </w:rPr>
              <w:t> </w:t>
            </w:r>
            <w:r w:rsidRPr="00FD539D">
              <w:rPr>
                <w:b/>
                <w:sz w:val="28"/>
                <w:szCs w:val="28"/>
              </w:rPr>
              <w:t>01</w:t>
            </w:r>
            <w:r>
              <w:rPr>
                <w:b/>
                <w:sz w:val="28"/>
                <w:szCs w:val="28"/>
              </w:rPr>
              <w:noBreakHyphen/>
            </w:r>
            <w:r w:rsidRPr="00FD539D">
              <w:rPr>
                <w:b/>
                <w:sz w:val="28"/>
                <w:szCs w:val="28"/>
              </w:rPr>
              <w:t>03</w:t>
            </w:r>
            <w:r>
              <w:rPr>
                <w:b/>
                <w:sz w:val="28"/>
                <w:szCs w:val="28"/>
              </w:rPr>
              <w:noBreakHyphen/>
            </w:r>
            <w:r w:rsidRPr="00FD539D">
              <w:rPr>
                <w:b/>
                <w:sz w:val="28"/>
                <w:szCs w:val="28"/>
              </w:rPr>
              <w:t>21/4</w:t>
            </w:r>
          </w:p>
        </w:tc>
      </w:tr>
      <w:bookmarkEnd w:id="0"/>
    </w:tbl>
    <w:p w14:paraId="30BE8E41" w14:textId="77777777" w:rsidR="000044C3" w:rsidRDefault="000044C3" w:rsidP="008E3EBE">
      <w:pPr>
        <w:widowControl/>
        <w:autoSpaceDE/>
        <w:autoSpaceDN/>
        <w:adjustRightInd/>
        <w:spacing w:line="360" w:lineRule="auto"/>
        <w:ind w:firstLine="708"/>
        <w:jc w:val="both"/>
        <w:rPr>
          <w:sz w:val="28"/>
          <w:szCs w:val="28"/>
        </w:rPr>
      </w:pPr>
    </w:p>
    <w:p w14:paraId="1964201E" w14:textId="294B79F0" w:rsidR="001E47A7" w:rsidRDefault="006D24C3" w:rsidP="00C66FD5">
      <w:pPr>
        <w:spacing w:line="360" w:lineRule="auto"/>
        <w:ind w:firstLine="708"/>
        <w:jc w:val="both"/>
        <w:rPr>
          <w:sz w:val="28"/>
          <w:szCs w:val="28"/>
        </w:rPr>
      </w:pPr>
      <w:r w:rsidRPr="006D24C3">
        <w:rPr>
          <w:sz w:val="28"/>
          <w:szCs w:val="28"/>
        </w:rPr>
        <w:t xml:space="preserve">В соответствии </w:t>
      </w:r>
      <w:r w:rsidR="00361DB8">
        <w:rPr>
          <w:sz w:val="28"/>
          <w:szCs w:val="28"/>
        </w:rPr>
        <w:t xml:space="preserve">с </w:t>
      </w:r>
      <w:r w:rsidR="00975496" w:rsidRPr="00975496">
        <w:rPr>
          <w:sz w:val="28"/>
          <w:szCs w:val="28"/>
        </w:rPr>
        <w:t xml:space="preserve">решением </w:t>
      </w:r>
      <w:r w:rsidR="00975496">
        <w:rPr>
          <w:sz w:val="28"/>
          <w:szCs w:val="28"/>
        </w:rPr>
        <w:t>Р</w:t>
      </w:r>
      <w:r w:rsidR="00975496" w:rsidRPr="00975496">
        <w:rPr>
          <w:sz w:val="28"/>
          <w:szCs w:val="28"/>
        </w:rPr>
        <w:t>ай</w:t>
      </w:r>
      <w:r w:rsidR="00975496">
        <w:rPr>
          <w:sz w:val="28"/>
          <w:szCs w:val="28"/>
        </w:rPr>
        <w:t>онного С</w:t>
      </w:r>
      <w:r w:rsidR="00975496" w:rsidRPr="00975496">
        <w:rPr>
          <w:sz w:val="28"/>
          <w:szCs w:val="28"/>
        </w:rPr>
        <w:t xml:space="preserve">овета депутатов </w:t>
      </w:r>
      <w:r w:rsidR="00975496">
        <w:rPr>
          <w:sz w:val="28"/>
          <w:szCs w:val="28"/>
        </w:rPr>
        <w:t>муниципального района</w:t>
      </w:r>
      <w:r w:rsidR="00975496" w:rsidRPr="00975496">
        <w:rPr>
          <w:sz w:val="28"/>
          <w:szCs w:val="28"/>
        </w:rPr>
        <w:t xml:space="preserve"> «Ленский район» от 1</w:t>
      </w:r>
      <w:r w:rsidR="00CD11FD">
        <w:rPr>
          <w:sz w:val="28"/>
          <w:szCs w:val="28"/>
        </w:rPr>
        <w:t>9</w:t>
      </w:r>
      <w:r w:rsidR="00975496" w:rsidRPr="00975496">
        <w:rPr>
          <w:sz w:val="28"/>
          <w:szCs w:val="28"/>
        </w:rPr>
        <w:t xml:space="preserve"> </w:t>
      </w:r>
      <w:r w:rsidR="00CD11FD">
        <w:rPr>
          <w:sz w:val="28"/>
          <w:szCs w:val="28"/>
        </w:rPr>
        <w:t>июн</w:t>
      </w:r>
      <w:r w:rsidR="00975496" w:rsidRPr="00975496">
        <w:rPr>
          <w:sz w:val="28"/>
          <w:szCs w:val="28"/>
        </w:rPr>
        <w:t>я 202</w:t>
      </w:r>
      <w:r w:rsidR="00CD11FD">
        <w:rPr>
          <w:sz w:val="28"/>
          <w:szCs w:val="28"/>
        </w:rPr>
        <w:t>5</w:t>
      </w:r>
      <w:r w:rsidR="00975496" w:rsidRPr="00975496">
        <w:rPr>
          <w:sz w:val="28"/>
          <w:szCs w:val="28"/>
        </w:rPr>
        <w:t xml:space="preserve"> г.</w:t>
      </w:r>
      <w:r w:rsidR="00975496">
        <w:rPr>
          <w:sz w:val="28"/>
          <w:szCs w:val="28"/>
        </w:rPr>
        <w:t xml:space="preserve"> </w:t>
      </w:r>
      <w:r w:rsidR="00975496" w:rsidRPr="00975496">
        <w:rPr>
          <w:sz w:val="28"/>
          <w:szCs w:val="28"/>
        </w:rPr>
        <w:t>№</w:t>
      </w:r>
      <w:r w:rsidR="00361DB8">
        <w:rPr>
          <w:sz w:val="28"/>
          <w:szCs w:val="28"/>
        </w:rPr>
        <w:t> </w:t>
      </w:r>
      <w:r w:rsidR="00975496" w:rsidRPr="00975496">
        <w:rPr>
          <w:sz w:val="28"/>
          <w:szCs w:val="28"/>
        </w:rPr>
        <w:t>01</w:t>
      </w:r>
      <w:r w:rsidR="00361DB8">
        <w:rPr>
          <w:sz w:val="28"/>
          <w:szCs w:val="28"/>
        </w:rPr>
        <w:noBreakHyphen/>
      </w:r>
      <w:r w:rsidR="00975496" w:rsidRPr="00975496">
        <w:rPr>
          <w:sz w:val="28"/>
          <w:szCs w:val="28"/>
        </w:rPr>
        <w:t>05/1-</w:t>
      </w:r>
      <w:r w:rsidR="00CD11FD">
        <w:rPr>
          <w:sz w:val="28"/>
          <w:szCs w:val="28"/>
        </w:rPr>
        <w:t>23</w:t>
      </w:r>
      <w:r w:rsidR="00975496">
        <w:rPr>
          <w:sz w:val="28"/>
          <w:szCs w:val="28"/>
        </w:rPr>
        <w:t xml:space="preserve"> «</w:t>
      </w:r>
      <w:r w:rsidR="00CD11FD" w:rsidRPr="00CD11FD">
        <w:rPr>
          <w:sz w:val="28"/>
          <w:szCs w:val="28"/>
        </w:rPr>
        <w:t>О внесении изменений и дополнений в решение Районного</w:t>
      </w:r>
      <w:r w:rsidR="00CD11FD">
        <w:rPr>
          <w:sz w:val="28"/>
          <w:szCs w:val="28"/>
        </w:rPr>
        <w:t xml:space="preserve"> </w:t>
      </w:r>
      <w:r w:rsidR="00CD11FD" w:rsidRPr="00CD11FD">
        <w:rPr>
          <w:sz w:val="28"/>
          <w:szCs w:val="28"/>
        </w:rPr>
        <w:t>Совета депутатов муниципального района «Ленский район» от 12 декабря 2024 года № 01-</w:t>
      </w:r>
      <w:r w:rsidR="00CD11FD" w:rsidRPr="00CD11FD">
        <w:rPr>
          <w:sz w:val="28"/>
          <w:szCs w:val="28"/>
        </w:rPr>
        <w:lastRenderedPageBreak/>
        <w:t>05/1-17 «О бюджете муниципального района «Ленский район» на 2025 год и на плановый период 2026 и 2027 годов»</w:t>
      </w:r>
      <w:r w:rsidR="00CD11FD">
        <w:rPr>
          <w:sz w:val="28"/>
          <w:szCs w:val="28"/>
        </w:rPr>
        <w:t xml:space="preserve"> </w:t>
      </w:r>
      <w:r w:rsidR="00210F65">
        <w:rPr>
          <w:sz w:val="28"/>
          <w:szCs w:val="28"/>
        </w:rPr>
        <w:t>п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о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с</w:t>
      </w:r>
      <w:r w:rsidR="0096163E">
        <w:rPr>
          <w:sz w:val="28"/>
          <w:szCs w:val="28"/>
        </w:rPr>
        <w:t> </w:t>
      </w:r>
      <w:proofErr w:type="gramStart"/>
      <w:r w:rsidR="00210F65">
        <w:rPr>
          <w:sz w:val="28"/>
          <w:szCs w:val="28"/>
        </w:rPr>
        <w:t>т</w:t>
      </w:r>
      <w:proofErr w:type="gramEnd"/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а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н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о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в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л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я</w:t>
      </w:r>
      <w:r w:rsidR="0096163E">
        <w:rPr>
          <w:sz w:val="28"/>
          <w:szCs w:val="28"/>
        </w:rPr>
        <w:t> </w:t>
      </w:r>
      <w:r w:rsidR="00210F65">
        <w:rPr>
          <w:sz w:val="28"/>
          <w:szCs w:val="28"/>
        </w:rPr>
        <w:t>ю</w:t>
      </w:r>
      <w:r w:rsidR="001E47A7" w:rsidRPr="00C03FE2">
        <w:rPr>
          <w:sz w:val="28"/>
          <w:szCs w:val="28"/>
        </w:rPr>
        <w:t>:</w:t>
      </w:r>
    </w:p>
    <w:p w14:paraId="3130E3D5" w14:textId="19390083" w:rsidR="001E47A7" w:rsidRPr="006121B4" w:rsidRDefault="001573CE">
      <w:pPr>
        <w:pStyle w:val="a5"/>
        <w:numPr>
          <w:ilvl w:val="0"/>
          <w:numId w:val="1"/>
        </w:numPr>
        <w:spacing w:line="360" w:lineRule="auto"/>
        <w:ind w:left="0" w:firstLine="708"/>
        <w:jc w:val="both"/>
        <w:rPr>
          <w:color w:val="000000"/>
          <w:sz w:val="28"/>
          <w:szCs w:val="28"/>
        </w:rPr>
      </w:pPr>
      <w:r w:rsidRPr="001573CE">
        <w:rPr>
          <w:sz w:val="28"/>
          <w:szCs w:val="28"/>
        </w:rPr>
        <w:t xml:space="preserve">Внести изменения в постановление главы от 17 января 2024 года № 01 03 21/4 «Об утверждении муниципальной программы «Профилактика правонарушений в Ленском районе», приложение изложить в новой редакции согласно </w:t>
      </w:r>
      <w:proofErr w:type="gramStart"/>
      <w:r w:rsidRPr="001573CE">
        <w:rPr>
          <w:sz w:val="28"/>
          <w:szCs w:val="28"/>
        </w:rPr>
        <w:t>приложению</w:t>
      </w:r>
      <w:proofErr w:type="gramEnd"/>
      <w:r w:rsidRPr="001573CE">
        <w:rPr>
          <w:sz w:val="28"/>
          <w:szCs w:val="28"/>
        </w:rPr>
        <w:t xml:space="preserve"> к настоящему постановлению.</w:t>
      </w:r>
    </w:p>
    <w:p w14:paraId="70644552" w14:textId="56DB2507" w:rsidR="001E47A7" w:rsidRDefault="001E47A7">
      <w:pPr>
        <w:pStyle w:val="a5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E47A7">
        <w:rPr>
          <w:sz w:val="28"/>
          <w:szCs w:val="28"/>
        </w:rPr>
        <w:t>Главному специалисту управления делами (</w:t>
      </w:r>
      <w:proofErr w:type="spellStart"/>
      <w:r w:rsidRPr="001E47A7">
        <w:rPr>
          <w:sz w:val="28"/>
          <w:szCs w:val="28"/>
        </w:rPr>
        <w:t>Иванская</w:t>
      </w:r>
      <w:proofErr w:type="spellEnd"/>
      <w:r w:rsidRPr="001E47A7">
        <w:rPr>
          <w:sz w:val="28"/>
          <w:szCs w:val="28"/>
        </w:rPr>
        <w:t xml:space="preserve"> </w:t>
      </w:r>
      <w:proofErr w:type="spellStart"/>
      <w:r w:rsidRPr="001E47A7">
        <w:rPr>
          <w:sz w:val="28"/>
          <w:szCs w:val="28"/>
        </w:rPr>
        <w:t>Е.С</w:t>
      </w:r>
      <w:proofErr w:type="spellEnd"/>
      <w:r w:rsidRPr="001E47A7">
        <w:rPr>
          <w:sz w:val="28"/>
          <w:szCs w:val="28"/>
        </w:rPr>
        <w:t>.) опубликовать</w:t>
      </w:r>
      <w:r>
        <w:rPr>
          <w:sz w:val="28"/>
          <w:szCs w:val="28"/>
        </w:rPr>
        <w:t xml:space="preserve"> </w:t>
      </w:r>
      <w:r w:rsidR="00456F06">
        <w:rPr>
          <w:sz w:val="28"/>
          <w:szCs w:val="28"/>
        </w:rPr>
        <w:t>настоящее</w:t>
      </w:r>
      <w:r w:rsidRPr="001E47A7">
        <w:rPr>
          <w:sz w:val="28"/>
          <w:szCs w:val="28"/>
        </w:rPr>
        <w:t xml:space="preserve"> </w:t>
      </w:r>
      <w:r w:rsidR="0038022A">
        <w:rPr>
          <w:sz w:val="28"/>
          <w:szCs w:val="28"/>
        </w:rPr>
        <w:t>постановление</w:t>
      </w:r>
      <w:r w:rsidRPr="001E47A7">
        <w:rPr>
          <w:sz w:val="28"/>
          <w:szCs w:val="28"/>
        </w:rPr>
        <w:t xml:space="preserve"> в средствах массовой информации и разместить на</w:t>
      </w:r>
      <w:r>
        <w:rPr>
          <w:sz w:val="28"/>
          <w:szCs w:val="28"/>
        </w:rPr>
        <w:t xml:space="preserve"> </w:t>
      </w:r>
      <w:r w:rsidRPr="001E47A7">
        <w:rPr>
          <w:sz w:val="28"/>
          <w:szCs w:val="28"/>
        </w:rPr>
        <w:t>официальном сайте муниципального района «Ленский район».</w:t>
      </w:r>
    </w:p>
    <w:p w14:paraId="246FF44C" w14:textId="47C9CB8A" w:rsidR="000B7999" w:rsidRDefault="00210F65">
      <w:pPr>
        <w:pStyle w:val="a5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51C4463C" w14:textId="7F267325" w:rsidR="001E47A7" w:rsidRPr="001E47A7" w:rsidRDefault="001E47A7">
      <w:pPr>
        <w:pStyle w:val="a5"/>
        <w:widowControl/>
        <w:numPr>
          <w:ilvl w:val="0"/>
          <w:numId w:val="1"/>
        </w:numPr>
        <w:tabs>
          <w:tab w:val="left" w:pos="0"/>
        </w:tabs>
        <w:autoSpaceDE/>
        <w:autoSpaceDN/>
        <w:adjustRightInd/>
        <w:spacing w:line="360" w:lineRule="auto"/>
        <w:ind w:left="0" w:firstLine="708"/>
        <w:jc w:val="both"/>
        <w:rPr>
          <w:sz w:val="28"/>
          <w:szCs w:val="28"/>
        </w:rPr>
      </w:pPr>
      <w:r w:rsidRPr="001E47A7">
        <w:rPr>
          <w:color w:val="000000"/>
          <w:sz w:val="28"/>
          <w:szCs w:val="28"/>
        </w:rPr>
        <w:t xml:space="preserve">Контроль исполнения </w:t>
      </w:r>
      <w:r w:rsidR="00210F65">
        <w:rPr>
          <w:color w:val="000000"/>
          <w:sz w:val="28"/>
          <w:szCs w:val="28"/>
        </w:rPr>
        <w:t>настоящего</w:t>
      </w:r>
      <w:r w:rsidRPr="001E47A7">
        <w:rPr>
          <w:color w:val="000000"/>
          <w:sz w:val="28"/>
          <w:szCs w:val="28"/>
        </w:rPr>
        <w:t xml:space="preserve"> </w:t>
      </w:r>
      <w:r w:rsidR="00210F65">
        <w:rPr>
          <w:color w:val="000000"/>
          <w:sz w:val="28"/>
          <w:szCs w:val="28"/>
        </w:rPr>
        <w:t>постановления</w:t>
      </w:r>
      <w:r w:rsidRPr="001E47A7">
        <w:rPr>
          <w:color w:val="000000"/>
          <w:sz w:val="28"/>
          <w:szCs w:val="28"/>
        </w:rPr>
        <w:t xml:space="preserve"> </w:t>
      </w:r>
      <w:r w:rsidR="004B439C">
        <w:rPr>
          <w:color w:val="000000"/>
          <w:sz w:val="28"/>
          <w:szCs w:val="28"/>
        </w:rPr>
        <w:t xml:space="preserve">возложить на заместителя главы по социальным вопросам </w:t>
      </w:r>
      <w:proofErr w:type="spellStart"/>
      <w:r w:rsidR="004B439C">
        <w:rPr>
          <w:color w:val="000000"/>
          <w:sz w:val="28"/>
          <w:szCs w:val="28"/>
        </w:rPr>
        <w:t>Барбашову</w:t>
      </w:r>
      <w:proofErr w:type="spellEnd"/>
      <w:r w:rsidR="004B439C">
        <w:rPr>
          <w:color w:val="000000"/>
          <w:sz w:val="28"/>
          <w:szCs w:val="28"/>
        </w:rPr>
        <w:t xml:space="preserve"> </w:t>
      </w:r>
      <w:proofErr w:type="spellStart"/>
      <w:r w:rsidR="004B439C">
        <w:rPr>
          <w:color w:val="000000"/>
          <w:sz w:val="28"/>
          <w:szCs w:val="28"/>
        </w:rPr>
        <w:t>А.С</w:t>
      </w:r>
      <w:proofErr w:type="spellEnd"/>
      <w:r w:rsidR="004B439C">
        <w:rPr>
          <w:color w:val="000000"/>
          <w:sz w:val="28"/>
          <w:szCs w:val="28"/>
        </w:rPr>
        <w:t>.</w:t>
      </w:r>
    </w:p>
    <w:tbl>
      <w:tblPr>
        <w:tblW w:w="967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77"/>
        <w:gridCol w:w="4996"/>
      </w:tblGrid>
      <w:tr w:rsidR="008E3EBE" w:rsidRPr="00122E29" w14:paraId="49D5868F" w14:textId="77777777" w:rsidTr="005F3235">
        <w:trPr>
          <w:trHeight w:val="471"/>
        </w:trPr>
        <w:tc>
          <w:tcPr>
            <w:tcW w:w="4677" w:type="dxa"/>
          </w:tcPr>
          <w:p w14:paraId="0784B056" w14:textId="77777777" w:rsidR="001E47A7" w:rsidRDefault="001E47A7" w:rsidP="00E90571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</w:p>
          <w:p w14:paraId="086D7E54" w14:textId="7579E62C" w:rsidR="008E3EBE" w:rsidRPr="00122E29" w:rsidRDefault="00D4521A" w:rsidP="00E90571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И.о</w:t>
            </w:r>
            <w:proofErr w:type="spellEnd"/>
            <w:r>
              <w:rPr>
                <w:b/>
                <w:sz w:val="28"/>
                <w:szCs w:val="28"/>
              </w:rPr>
              <w:t>. главы</w:t>
            </w:r>
          </w:p>
        </w:tc>
        <w:tc>
          <w:tcPr>
            <w:tcW w:w="4996" w:type="dxa"/>
          </w:tcPr>
          <w:p w14:paraId="6B9420FF" w14:textId="77777777" w:rsidR="001E47A7" w:rsidRDefault="001E47A7" w:rsidP="00B95DEF">
            <w:pPr>
              <w:keepNext/>
              <w:widowControl/>
              <w:autoSpaceDE/>
              <w:autoSpaceDN/>
              <w:adjustRightInd/>
              <w:outlineLvl w:val="1"/>
              <w:rPr>
                <w:b/>
                <w:sz w:val="28"/>
                <w:szCs w:val="28"/>
              </w:rPr>
            </w:pPr>
          </w:p>
          <w:p w14:paraId="2CC2D797" w14:textId="491000B5" w:rsidR="008E3EBE" w:rsidRPr="00122E29" w:rsidRDefault="008407DF" w:rsidP="00576867">
            <w:pPr>
              <w:keepNext/>
              <w:widowControl/>
              <w:autoSpaceDE/>
              <w:autoSpaceDN/>
              <w:adjustRightInd/>
              <w:jc w:val="right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="00D4521A">
              <w:rPr>
                <w:b/>
                <w:sz w:val="28"/>
                <w:szCs w:val="28"/>
              </w:rPr>
              <w:t>С.</w:t>
            </w:r>
            <w:r w:rsidR="00473023">
              <w:rPr>
                <w:b/>
                <w:sz w:val="28"/>
                <w:szCs w:val="28"/>
              </w:rPr>
              <w:t>В</w:t>
            </w:r>
            <w:proofErr w:type="spellEnd"/>
            <w:r w:rsidR="00473023">
              <w:rPr>
                <w:b/>
                <w:sz w:val="28"/>
                <w:szCs w:val="28"/>
              </w:rPr>
              <w:t xml:space="preserve">. </w:t>
            </w:r>
            <w:r w:rsidR="00D4521A">
              <w:rPr>
                <w:b/>
                <w:sz w:val="28"/>
                <w:szCs w:val="28"/>
              </w:rPr>
              <w:t>Спиридонов</w:t>
            </w:r>
          </w:p>
        </w:tc>
      </w:tr>
    </w:tbl>
    <w:p w14:paraId="08015D76" w14:textId="77777777" w:rsidR="00772BC8" w:rsidRPr="008E4D0B" w:rsidRDefault="00772BC8" w:rsidP="00473023">
      <w:pPr>
        <w:pStyle w:val="ConsPlusNormal"/>
      </w:pPr>
    </w:p>
    <w:sectPr w:rsidR="00772BC8" w:rsidRPr="008E4D0B" w:rsidSect="004730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35D"/>
    <w:multiLevelType w:val="hybridMultilevel"/>
    <w:tmpl w:val="C356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706E"/>
    <w:multiLevelType w:val="hybridMultilevel"/>
    <w:tmpl w:val="0936A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474AE"/>
    <w:multiLevelType w:val="hybridMultilevel"/>
    <w:tmpl w:val="1C0668F2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8794B"/>
    <w:multiLevelType w:val="hybridMultilevel"/>
    <w:tmpl w:val="23F84F6E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F5729B0"/>
    <w:multiLevelType w:val="hybridMultilevel"/>
    <w:tmpl w:val="57CC8DB4"/>
    <w:lvl w:ilvl="0" w:tplc="AD3C50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B30C7"/>
    <w:multiLevelType w:val="hybridMultilevel"/>
    <w:tmpl w:val="A26A5C20"/>
    <w:lvl w:ilvl="0" w:tplc="D7684D7A">
      <w:start w:val="1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73323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331781"/>
    <w:multiLevelType w:val="hybridMultilevel"/>
    <w:tmpl w:val="A79A503C"/>
    <w:lvl w:ilvl="0" w:tplc="E2068EF8">
      <w:start w:val="4"/>
      <w:numFmt w:val="upperRoman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7725B"/>
    <w:multiLevelType w:val="hybridMultilevel"/>
    <w:tmpl w:val="6CB26B52"/>
    <w:lvl w:ilvl="0" w:tplc="C8340C7C">
      <w:start w:val="3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C33C15"/>
    <w:multiLevelType w:val="hybridMultilevel"/>
    <w:tmpl w:val="D19C097A"/>
    <w:lvl w:ilvl="0" w:tplc="45789ECC">
      <w:start w:val="28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3BC26B0"/>
    <w:multiLevelType w:val="hybridMultilevel"/>
    <w:tmpl w:val="EA209594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3C3352A"/>
    <w:multiLevelType w:val="hybridMultilevel"/>
    <w:tmpl w:val="9F16AB38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701179A"/>
    <w:multiLevelType w:val="hybridMultilevel"/>
    <w:tmpl w:val="65B673D2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5B123E"/>
    <w:multiLevelType w:val="hybridMultilevel"/>
    <w:tmpl w:val="86EA6466"/>
    <w:lvl w:ilvl="0" w:tplc="12521486">
      <w:start w:val="4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4570"/>
    <w:multiLevelType w:val="hybridMultilevel"/>
    <w:tmpl w:val="43F6B2C8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4055736"/>
    <w:multiLevelType w:val="hybridMultilevel"/>
    <w:tmpl w:val="F31E5AC4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5181A0E"/>
    <w:multiLevelType w:val="hybridMultilevel"/>
    <w:tmpl w:val="88DCFF78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5301D92"/>
    <w:multiLevelType w:val="hybridMultilevel"/>
    <w:tmpl w:val="A06AAA98"/>
    <w:lvl w:ilvl="0" w:tplc="2A58EA50">
      <w:start w:val="1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CBF33D9"/>
    <w:multiLevelType w:val="hybridMultilevel"/>
    <w:tmpl w:val="D2E6741A"/>
    <w:lvl w:ilvl="0" w:tplc="D4240DE8">
      <w:start w:val="1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7E67A20"/>
    <w:multiLevelType w:val="hybridMultilevel"/>
    <w:tmpl w:val="0E4A886C"/>
    <w:lvl w:ilvl="0" w:tplc="02D02794">
      <w:start w:val="1"/>
      <w:numFmt w:val="russianLow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49575BE9"/>
    <w:multiLevelType w:val="hybridMultilevel"/>
    <w:tmpl w:val="A6E0743C"/>
    <w:lvl w:ilvl="0" w:tplc="5DC494B0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C4223"/>
    <w:multiLevelType w:val="hybridMultilevel"/>
    <w:tmpl w:val="16C84A46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FA3F4F"/>
    <w:multiLevelType w:val="hybridMultilevel"/>
    <w:tmpl w:val="D71CEBAE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43D607E"/>
    <w:multiLevelType w:val="hybridMultilevel"/>
    <w:tmpl w:val="C2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A3613"/>
    <w:multiLevelType w:val="hybridMultilevel"/>
    <w:tmpl w:val="88242F72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89C1EBD"/>
    <w:multiLevelType w:val="hybridMultilevel"/>
    <w:tmpl w:val="292E1A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37570C"/>
    <w:multiLevelType w:val="hybridMultilevel"/>
    <w:tmpl w:val="99CA85C6"/>
    <w:lvl w:ilvl="0" w:tplc="C068E436">
      <w:start w:val="18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7" w15:restartNumberingAfterBreak="0">
    <w:nsid w:val="59A84A9B"/>
    <w:multiLevelType w:val="hybridMultilevel"/>
    <w:tmpl w:val="BB427E30"/>
    <w:lvl w:ilvl="0" w:tplc="1B725E1E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246E0A"/>
    <w:multiLevelType w:val="hybridMultilevel"/>
    <w:tmpl w:val="8DC8B406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D671297"/>
    <w:multiLevelType w:val="hybridMultilevel"/>
    <w:tmpl w:val="944A4546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0BC4CBF"/>
    <w:multiLevelType w:val="hybridMultilevel"/>
    <w:tmpl w:val="F202E646"/>
    <w:lvl w:ilvl="0" w:tplc="5B6E1E8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0D5134F"/>
    <w:multiLevelType w:val="hybridMultilevel"/>
    <w:tmpl w:val="C93C8EB8"/>
    <w:lvl w:ilvl="0" w:tplc="D2662BC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A0253"/>
    <w:multiLevelType w:val="hybridMultilevel"/>
    <w:tmpl w:val="B700250A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99E3162"/>
    <w:multiLevelType w:val="hybridMultilevel"/>
    <w:tmpl w:val="944A4546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70634F1E"/>
    <w:multiLevelType w:val="hybridMultilevel"/>
    <w:tmpl w:val="873C7378"/>
    <w:lvl w:ilvl="0" w:tplc="02D0279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340102"/>
    <w:multiLevelType w:val="hybridMultilevel"/>
    <w:tmpl w:val="BB427E30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7D646E"/>
    <w:multiLevelType w:val="hybridMultilevel"/>
    <w:tmpl w:val="224C1190"/>
    <w:lvl w:ilvl="0" w:tplc="E850096C">
      <w:start w:val="5"/>
      <w:numFmt w:val="upperRoman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956DD"/>
    <w:multiLevelType w:val="hybridMultilevel"/>
    <w:tmpl w:val="2980702E"/>
    <w:lvl w:ilvl="0" w:tplc="D2662BC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A8365C"/>
    <w:multiLevelType w:val="hybridMultilevel"/>
    <w:tmpl w:val="2B90AAEA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 w15:restartNumberingAfterBreak="0">
    <w:nsid w:val="783A0EDB"/>
    <w:multiLevelType w:val="hybridMultilevel"/>
    <w:tmpl w:val="D8E69FA4"/>
    <w:lvl w:ilvl="0" w:tplc="95FECD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608ED"/>
    <w:multiLevelType w:val="hybridMultilevel"/>
    <w:tmpl w:val="22A0AED6"/>
    <w:lvl w:ilvl="0" w:tplc="6C22EF32">
      <w:start w:val="4"/>
      <w:numFmt w:val="upperRoman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C5970"/>
    <w:multiLevelType w:val="hybridMultilevel"/>
    <w:tmpl w:val="1730F27E"/>
    <w:lvl w:ilvl="0" w:tplc="C32C0FF2">
      <w:start w:val="2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 w15:restartNumberingAfterBreak="0">
    <w:nsid w:val="7D3A773B"/>
    <w:multiLevelType w:val="hybridMultilevel"/>
    <w:tmpl w:val="AAE491CC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5"/>
  </w:num>
  <w:num w:numId="3">
    <w:abstractNumId w:val="38"/>
  </w:num>
  <w:num w:numId="4">
    <w:abstractNumId w:val="19"/>
  </w:num>
  <w:num w:numId="5">
    <w:abstractNumId w:val="34"/>
  </w:num>
  <w:num w:numId="6">
    <w:abstractNumId w:val="3"/>
  </w:num>
  <w:num w:numId="7">
    <w:abstractNumId w:val="30"/>
  </w:num>
  <w:num w:numId="8">
    <w:abstractNumId w:val="39"/>
  </w:num>
  <w:num w:numId="9">
    <w:abstractNumId w:val="17"/>
  </w:num>
  <w:num w:numId="10">
    <w:abstractNumId w:val="5"/>
  </w:num>
  <w:num w:numId="11">
    <w:abstractNumId w:val="18"/>
  </w:num>
  <w:num w:numId="12">
    <w:abstractNumId w:val="26"/>
  </w:num>
  <w:num w:numId="13">
    <w:abstractNumId w:val="40"/>
  </w:num>
  <w:num w:numId="14">
    <w:abstractNumId w:val="41"/>
  </w:num>
  <w:num w:numId="15">
    <w:abstractNumId w:val="7"/>
  </w:num>
  <w:num w:numId="16">
    <w:abstractNumId w:val="9"/>
  </w:num>
  <w:num w:numId="17">
    <w:abstractNumId w:val="36"/>
  </w:num>
  <w:num w:numId="18">
    <w:abstractNumId w:val="8"/>
  </w:num>
  <w:num w:numId="19">
    <w:abstractNumId w:val="32"/>
  </w:num>
  <w:num w:numId="20">
    <w:abstractNumId w:val="1"/>
  </w:num>
  <w:num w:numId="21">
    <w:abstractNumId w:val="20"/>
  </w:num>
  <w:num w:numId="22">
    <w:abstractNumId w:val="33"/>
  </w:num>
  <w:num w:numId="23">
    <w:abstractNumId w:val="29"/>
  </w:num>
  <w:num w:numId="24">
    <w:abstractNumId w:val="13"/>
  </w:num>
  <w:num w:numId="25">
    <w:abstractNumId w:val="31"/>
  </w:num>
  <w:num w:numId="26">
    <w:abstractNumId w:val="37"/>
  </w:num>
  <w:num w:numId="27">
    <w:abstractNumId w:val="12"/>
  </w:num>
  <w:num w:numId="28">
    <w:abstractNumId w:val="16"/>
  </w:num>
  <w:num w:numId="29">
    <w:abstractNumId w:val="11"/>
  </w:num>
  <w:num w:numId="30">
    <w:abstractNumId w:val="28"/>
  </w:num>
  <w:num w:numId="31">
    <w:abstractNumId w:val="22"/>
  </w:num>
  <w:num w:numId="32">
    <w:abstractNumId w:val="10"/>
  </w:num>
  <w:num w:numId="33">
    <w:abstractNumId w:val="15"/>
  </w:num>
  <w:num w:numId="34">
    <w:abstractNumId w:val="14"/>
  </w:num>
  <w:num w:numId="35">
    <w:abstractNumId w:val="42"/>
  </w:num>
  <w:num w:numId="36">
    <w:abstractNumId w:val="24"/>
  </w:num>
  <w:num w:numId="37">
    <w:abstractNumId w:val="0"/>
  </w:num>
  <w:num w:numId="3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27"/>
  </w:num>
  <w:num w:numId="43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3BF"/>
    <w:rsid w:val="0000080B"/>
    <w:rsid w:val="000044C3"/>
    <w:rsid w:val="00064255"/>
    <w:rsid w:val="00074BEC"/>
    <w:rsid w:val="00093680"/>
    <w:rsid w:val="000A2C42"/>
    <w:rsid w:val="000A5814"/>
    <w:rsid w:val="000B7999"/>
    <w:rsid w:val="000C495A"/>
    <w:rsid w:val="000E33F5"/>
    <w:rsid w:val="00105A1E"/>
    <w:rsid w:val="00112CB8"/>
    <w:rsid w:val="00150444"/>
    <w:rsid w:val="00151304"/>
    <w:rsid w:val="001573CE"/>
    <w:rsid w:val="0017125A"/>
    <w:rsid w:val="00184EEF"/>
    <w:rsid w:val="001D5EB7"/>
    <w:rsid w:val="001E47A7"/>
    <w:rsid w:val="001F58CB"/>
    <w:rsid w:val="002024F4"/>
    <w:rsid w:val="00206EC2"/>
    <w:rsid w:val="00210F65"/>
    <w:rsid w:val="002272F9"/>
    <w:rsid w:val="00243CBC"/>
    <w:rsid w:val="0027220C"/>
    <w:rsid w:val="002F2847"/>
    <w:rsid w:val="002F7ED4"/>
    <w:rsid w:val="003044FB"/>
    <w:rsid w:val="0031306C"/>
    <w:rsid w:val="00327CD6"/>
    <w:rsid w:val="00327DAE"/>
    <w:rsid w:val="003434BA"/>
    <w:rsid w:val="00356BB2"/>
    <w:rsid w:val="00361DB8"/>
    <w:rsid w:val="0038022A"/>
    <w:rsid w:val="00386552"/>
    <w:rsid w:val="003C2AEB"/>
    <w:rsid w:val="003C71E9"/>
    <w:rsid w:val="003F3CE1"/>
    <w:rsid w:val="003F630B"/>
    <w:rsid w:val="00406EBD"/>
    <w:rsid w:val="00416A50"/>
    <w:rsid w:val="00431CDF"/>
    <w:rsid w:val="00433E43"/>
    <w:rsid w:val="00456F06"/>
    <w:rsid w:val="004638E4"/>
    <w:rsid w:val="00473023"/>
    <w:rsid w:val="0047494C"/>
    <w:rsid w:val="00494D86"/>
    <w:rsid w:val="004B439C"/>
    <w:rsid w:val="004F30FB"/>
    <w:rsid w:val="00531391"/>
    <w:rsid w:val="00536856"/>
    <w:rsid w:val="00573471"/>
    <w:rsid w:val="0057397B"/>
    <w:rsid w:val="00576867"/>
    <w:rsid w:val="00580FD0"/>
    <w:rsid w:val="005A1125"/>
    <w:rsid w:val="005A69E8"/>
    <w:rsid w:val="005A6FD9"/>
    <w:rsid w:val="005C133F"/>
    <w:rsid w:val="005F3235"/>
    <w:rsid w:val="005F56F9"/>
    <w:rsid w:val="00610D7F"/>
    <w:rsid w:val="006121B4"/>
    <w:rsid w:val="00616261"/>
    <w:rsid w:val="00630810"/>
    <w:rsid w:val="00642E00"/>
    <w:rsid w:val="00667950"/>
    <w:rsid w:val="00681592"/>
    <w:rsid w:val="00681C6F"/>
    <w:rsid w:val="00686D80"/>
    <w:rsid w:val="006D111D"/>
    <w:rsid w:val="006D24C3"/>
    <w:rsid w:val="00723A70"/>
    <w:rsid w:val="007308BA"/>
    <w:rsid w:val="00745ADE"/>
    <w:rsid w:val="0075031E"/>
    <w:rsid w:val="00756BAA"/>
    <w:rsid w:val="007633CB"/>
    <w:rsid w:val="00772BC8"/>
    <w:rsid w:val="00777B97"/>
    <w:rsid w:val="00797221"/>
    <w:rsid w:val="007C4876"/>
    <w:rsid w:val="007D144E"/>
    <w:rsid w:val="007D160B"/>
    <w:rsid w:val="00822726"/>
    <w:rsid w:val="008407DF"/>
    <w:rsid w:val="008A514D"/>
    <w:rsid w:val="008E3EBE"/>
    <w:rsid w:val="008E4D0B"/>
    <w:rsid w:val="008F493B"/>
    <w:rsid w:val="008F5C5F"/>
    <w:rsid w:val="00900009"/>
    <w:rsid w:val="009563BF"/>
    <w:rsid w:val="00956614"/>
    <w:rsid w:val="0096163E"/>
    <w:rsid w:val="00975496"/>
    <w:rsid w:val="00987E4B"/>
    <w:rsid w:val="009B11B6"/>
    <w:rsid w:val="009B6496"/>
    <w:rsid w:val="009C0390"/>
    <w:rsid w:val="009C0DBC"/>
    <w:rsid w:val="009C0F7E"/>
    <w:rsid w:val="009C72C6"/>
    <w:rsid w:val="009D0A88"/>
    <w:rsid w:val="009D106E"/>
    <w:rsid w:val="009F75F7"/>
    <w:rsid w:val="009F7B7D"/>
    <w:rsid w:val="00A06896"/>
    <w:rsid w:val="00A2675D"/>
    <w:rsid w:val="00A329E9"/>
    <w:rsid w:val="00A45BD4"/>
    <w:rsid w:val="00A6092B"/>
    <w:rsid w:val="00A63515"/>
    <w:rsid w:val="00AC50B3"/>
    <w:rsid w:val="00AF64E0"/>
    <w:rsid w:val="00AF77A9"/>
    <w:rsid w:val="00B07461"/>
    <w:rsid w:val="00B20604"/>
    <w:rsid w:val="00B4400A"/>
    <w:rsid w:val="00B622D6"/>
    <w:rsid w:val="00B66FD8"/>
    <w:rsid w:val="00B75D3B"/>
    <w:rsid w:val="00B82528"/>
    <w:rsid w:val="00B85469"/>
    <w:rsid w:val="00B95DEF"/>
    <w:rsid w:val="00BB7CF0"/>
    <w:rsid w:val="00BC1F18"/>
    <w:rsid w:val="00BF5EB4"/>
    <w:rsid w:val="00C4126F"/>
    <w:rsid w:val="00C56BBB"/>
    <w:rsid w:val="00C66FD5"/>
    <w:rsid w:val="00C70A85"/>
    <w:rsid w:val="00C82538"/>
    <w:rsid w:val="00C94E1D"/>
    <w:rsid w:val="00C950A2"/>
    <w:rsid w:val="00CA6B8C"/>
    <w:rsid w:val="00CD11FD"/>
    <w:rsid w:val="00CE7702"/>
    <w:rsid w:val="00D10F36"/>
    <w:rsid w:val="00D129CA"/>
    <w:rsid w:val="00D26639"/>
    <w:rsid w:val="00D3153D"/>
    <w:rsid w:val="00D37873"/>
    <w:rsid w:val="00D41EA5"/>
    <w:rsid w:val="00D42373"/>
    <w:rsid w:val="00D44918"/>
    <w:rsid w:val="00D4521A"/>
    <w:rsid w:val="00D659BC"/>
    <w:rsid w:val="00D75BD1"/>
    <w:rsid w:val="00D84CBA"/>
    <w:rsid w:val="00DA060B"/>
    <w:rsid w:val="00DA39E6"/>
    <w:rsid w:val="00DB52B8"/>
    <w:rsid w:val="00DB6EF0"/>
    <w:rsid w:val="00DF1FD3"/>
    <w:rsid w:val="00E10CFE"/>
    <w:rsid w:val="00E51310"/>
    <w:rsid w:val="00E57234"/>
    <w:rsid w:val="00E80665"/>
    <w:rsid w:val="00E85526"/>
    <w:rsid w:val="00EA4B1E"/>
    <w:rsid w:val="00EB623C"/>
    <w:rsid w:val="00F06AE2"/>
    <w:rsid w:val="00F243B0"/>
    <w:rsid w:val="00F2458A"/>
    <w:rsid w:val="00F35DFB"/>
    <w:rsid w:val="00F45861"/>
    <w:rsid w:val="00F53C4E"/>
    <w:rsid w:val="00F63456"/>
    <w:rsid w:val="00F67053"/>
    <w:rsid w:val="00F85D79"/>
    <w:rsid w:val="00F93546"/>
    <w:rsid w:val="00FA3D5E"/>
    <w:rsid w:val="00FA7901"/>
    <w:rsid w:val="00FC34CC"/>
    <w:rsid w:val="00FD2603"/>
    <w:rsid w:val="00FD539D"/>
    <w:rsid w:val="00FD7DD4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A76D"/>
  <w15:docId w15:val="{1EFBB221-CC8A-45AC-9BA3-63D9F100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F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72BC8"/>
    <w:pPr>
      <w:keepNext/>
      <w:widowControl/>
      <w:autoSpaceDE/>
      <w:autoSpaceDN/>
      <w:adjustRightInd/>
      <w:jc w:val="center"/>
      <w:outlineLvl w:val="0"/>
    </w:pPr>
    <w:rPr>
      <w:rFonts w:ascii="Arial" w:hAnsi="Arial"/>
      <w:b/>
      <w:snapToGrid w:val="0"/>
      <w:color w:val="000000"/>
      <w:sz w:val="30"/>
    </w:rPr>
  </w:style>
  <w:style w:type="paragraph" w:styleId="2">
    <w:name w:val="heading 2"/>
    <w:basedOn w:val="a"/>
    <w:next w:val="a"/>
    <w:link w:val="20"/>
    <w:qFormat/>
    <w:rsid w:val="00616261"/>
    <w:pPr>
      <w:keepNext/>
      <w:widowControl/>
      <w:autoSpaceDE/>
      <w:autoSpaceDN/>
      <w:adjustRightInd/>
      <w:spacing w:line="360" w:lineRule="auto"/>
      <w:jc w:val="right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772BC8"/>
    <w:pPr>
      <w:keepNext/>
      <w:widowControl/>
      <w:autoSpaceDE/>
      <w:autoSpaceDN/>
      <w:adjustRightInd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772BC8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008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0008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61626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616261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7D160B"/>
  </w:style>
  <w:style w:type="paragraph" w:customStyle="1" w:styleId="ConsPlusNormal">
    <w:name w:val="ConsPlusNormal"/>
    <w:rsid w:val="007D160B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39"/>
    <w:rsid w:val="007D1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45ADE"/>
    <w:rPr>
      <w:rFonts w:ascii="Times New Roman" w:eastAsia="Times New Roman"/>
    </w:rPr>
  </w:style>
  <w:style w:type="character" w:customStyle="1" w:styleId="FontStyle51">
    <w:name w:val="Font Style51"/>
    <w:uiPriority w:val="99"/>
    <w:rsid w:val="00745ADE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header"/>
    <w:basedOn w:val="a"/>
    <w:link w:val="aa"/>
    <w:rsid w:val="00F53C4E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a">
    <w:name w:val="Верхний колонтитул Знак"/>
    <w:basedOn w:val="a0"/>
    <w:link w:val="a9"/>
    <w:rsid w:val="00F53C4E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772BC8"/>
    <w:rPr>
      <w:rFonts w:ascii="Arial" w:eastAsia="Times New Roman" w:hAnsi="Arial"/>
      <w:b/>
      <w:snapToGrid w:val="0"/>
      <w:color w:val="000000"/>
      <w:sz w:val="30"/>
    </w:rPr>
  </w:style>
  <w:style w:type="character" w:customStyle="1" w:styleId="30">
    <w:name w:val="Заголовок 3 Знак"/>
    <w:basedOn w:val="a0"/>
    <w:link w:val="3"/>
    <w:rsid w:val="00772BC8"/>
    <w:rPr>
      <w:rFonts w:ascii="Calibri Light" w:eastAsia="Times New Roman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72BC8"/>
    <w:rPr>
      <w:rFonts w:eastAsia="Times New Roman"/>
      <w:b/>
      <w:bCs/>
      <w:sz w:val="28"/>
      <w:szCs w:val="28"/>
    </w:rPr>
  </w:style>
  <w:style w:type="character" w:styleId="ab">
    <w:name w:val="page number"/>
    <w:basedOn w:val="a0"/>
    <w:rsid w:val="00772BC8"/>
  </w:style>
  <w:style w:type="character" w:styleId="ac">
    <w:name w:val="Hyperlink"/>
    <w:uiPriority w:val="99"/>
    <w:rsid w:val="00772BC8"/>
    <w:rPr>
      <w:color w:val="04348A"/>
      <w:u w:val="single"/>
    </w:rPr>
  </w:style>
  <w:style w:type="paragraph" w:customStyle="1" w:styleId="ad">
    <w:name w:val="Знак"/>
    <w:basedOn w:val="a"/>
    <w:rsid w:val="00772BC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72B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72B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72B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0">
    <w:name w:val="Стиль0"/>
    <w:rsid w:val="00772BC8"/>
    <w:pPr>
      <w:jc w:val="both"/>
    </w:pPr>
    <w:rPr>
      <w:rFonts w:ascii="Arial" w:eastAsia="Times New Roman" w:hAnsi="Arial"/>
      <w:sz w:val="22"/>
    </w:rPr>
  </w:style>
  <w:style w:type="paragraph" w:styleId="ae">
    <w:name w:val="footer"/>
    <w:basedOn w:val="a"/>
    <w:link w:val="af"/>
    <w:unhideWhenUsed/>
    <w:rsid w:val="00772BC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">
    <w:name w:val="Нижний колонтитул Знак"/>
    <w:basedOn w:val="a0"/>
    <w:link w:val="ae"/>
    <w:rsid w:val="00772BC8"/>
    <w:rPr>
      <w:sz w:val="22"/>
      <w:szCs w:val="22"/>
      <w:lang w:val="x-none" w:eastAsia="en-US"/>
    </w:rPr>
  </w:style>
  <w:style w:type="character" w:customStyle="1" w:styleId="a6">
    <w:name w:val="Абзац списка Знак"/>
    <w:link w:val="a5"/>
    <w:uiPriority w:val="34"/>
    <w:rsid w:val="00772BC8"/>
    <w:rPr>
      <w:rFonts w:ascii="Times New Roman" w:eastAsia="Times New Roman" w:hAnsi="Times New Roman"/>
    </w:rPr>
  </w:style>
  <w:style w:type="character" w:styleId="af0">
    <w:name w:val="annotation reference"/>
    <w:uiPriority w:val="99"/>
    <w:unhideWhenUsed/>
    <w:rsid w:val="00772BC8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72BC8"/>
    <w:pPr>
      <w:widowControl/>
      <w:autoSpaceDE/>
      <w:autoSpaceDN/>
      <w:adjustRightInd/>
      <w:spacing w:after="200"/>
    </w:pPr>
    <w:rPr>
      <w:rFonts w:ascii="Calibri" w:eastAsia="Calibri" w:hAnsi="Calibri"/>
      <w:lang w:val="x-none"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772BC8"/>
    <w:rPr>
      <w:lang w:val="x-none" w:eastAsia="en-US"/>
    </w:rPr>
  </w:style>
  <w:style w:type="paragraph" w:customStyle="1" w:styleId="ConsPlusDocList">
    <w:name w:val="ConsPlusDocList"/>
    <w:rsid w:val="00772BC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772BC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772BC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772BC8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3">
    <w:name w:val="FollowedHyperlink"/>
    <w:uiPriority w:val="99"/>
    <w:unhideWhenUsed/>
    <w:rsid w:val="00772BC8"/>
    <w:rPr>
      <w:color w:val="800080"/>
      <w:u w:val="single"/>
    </w:rPr>
  </w:style>
  <w:style w:type="paragraph" w:customStyle="1" w:styleId="msonormal0">
    <w:name w:val="msonormal"/>
    <w:basedOn w:val="a"/>
    <w:rsid w:val="00772B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376">
    <w:name w:val="xl376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7">
    <w:name w:val="xl377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8">
    <w:name w:val="xl378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9">
    <w:name w:val="xl379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80">
    <w:name w:val="xl380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81">
    <w:name w:val="xl381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82">
    <w:name w:val="xl382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383">
    <w:name w:val="xl383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384">
    <w:name w:val="xl384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85">
    <w:name w:val="xl385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386">
    <w:name w:val="xl386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87">
    <w:name w:val="xl387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88">
    <w:name w:val="xl388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389">
    <w:name w:val="xl389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90">
    <w:name w:val="xl390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91">
    <w:name w:val="xl391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2">
    <w:name w:val="xl392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3">
    <w:name w:val="xl393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4">
    <w:name w:val="xl394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5">
    <w:name w:val="xl395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6">
    <w:name w:val="xl396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97">
    <w:name w:val="xl397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98">
    <w:name w:val="xl398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9">
    <w:name w:val="xl399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0">
    <w:name w:val="xl400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1">
    <w:name w:val="xl401"/>
    <w:basedOn w:val="a"/>
    <w:rsid w:val="00772BC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2">
    <w:name w:val="xl402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3">
    <w:name w:val="xl403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4">
    <w:name w:val="xl404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5">
    <w:name w:val="xl405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6">
    <w:name w:val="xl406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7">
    <w:name w:val="xl407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9">
    <w:name w:val="xl409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0">
    <w:name w:val="xl410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1">
    <w:name w:val="xl411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2">
    <w:name w:val="xl412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3">
    <w:name w:val="xl413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4">
    <w:name w:val="xl414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5">
    <w:name w:val="xl415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6">
    <w:name w:val="xl416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7">
    <w:name w:val="xl417"/>
    <w:basedOn w:val="a"/>
    <w:rsid w:val="00772BC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8">
    <w:name w:val="xl418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9">
    <w:name w:val="xl419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20">
    <w:name w:val="xl420"/>
    <w:basedOn w:val="a"/>
    <w:rsid w:val="00772BC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21">
    <w:name w:val="xl421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22">
    <w:name w:val="xl422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423">
    <w:name w:val="xl423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24">
    <w:name w:val="xl424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25">
    <w:name w:val="xl425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26">
    <w:name w:val="xl426"/>
    <w:basedOn w:val="a"/>
    <w:rsid w:val="00772BC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27">
    <w:name w:val="xl427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28">
    <w:name w:val="xl428"/>
    <w:basedOn w:val="a"/>
    <w:rsid w:val="00772BC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29">
    <w:name w:val="xl429"/>
    <w:basedOn w:val="a"/>
    <w:rsid w:val="00772BC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0">
    <w:name w:val="xl430"/>
    <w:basedOn w:val="a"/>
    <w:rsid w:val="00772BC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1">
    <w:name w:val="xl431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2">
    <w:name w:val="xl432"/>
    <w:basedOn w:val="a"/>
    <w:rsid w:val="00772BC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3">
    <w:name w:val="xl433"/>
    <w:basedOn w:val="a"/>
    <w:rsid w:val="00772BC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4">
    <w:name w:val="xl434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5">
    <w:name w:val="xl435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36">
    <w:name w:val="xl436"/>
    <w:basedOn w:val="a"/>
    <w:rsid w:val="00772BC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37">
    <w:name w:val="xl437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38">
    <w:name w:val="xl438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39">
    <w:name w:val="xl439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40">
    <w:name w:val="xl440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41">
    <w:name w:val="xl441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2">
    <w:name w:val="xl442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3">
    <w:name w:val="xl443"/>
    <w:basedOn w:val="a"/>
    <w:rsid w:val="00772BC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4">
    <w:name w:val="xl444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5">
    <w:name w:val="xl445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7">
    <w:name w:val="xl447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8">
    <w:name w:val="xl448"/>
    <w:basedOn w:val="a"/>
    <w:rsid w:val="00772BC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9">
    <w:name w:val="xl449"/>
    <w:basedOn w:val="a"/>
    <w:rsid w:val="00772BC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2">
    <w:name w:val="Сетка таблицы1"/>
    <w:basedOn w:val="a1"/>
    <w:next w:val="a7"/>
    <w:uiPriority w:val="39"/>
    <w:rsid w:val="00772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772B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772BC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772B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772B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2B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2B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2BC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772BC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772BC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772BC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772BC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772BC8"/>
    <w:pPr>
      <w:widowControl/>
      <w:pBdr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772B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772B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772B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772BC8"/>
    <w:pPr>
      <w:widowControl/>
      <w:pBdr>
        <w:left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772B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772B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772BC8"/>
    <w:pPr>
      <w:widowControl/>
      <w:pBdr>
        <w:left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772BC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772BC8"/>
    <w:pPr>
      <w:widowControl/>
      <w:pBdr>
        <w:top w:val="single" w:sz="4" w:space="0" w:color="000000"/>
        <w:lef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772BC8"/>
    <w:pPr>
      <w:widowControl/>
      <w:pBdr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772BC8"/>
    <w:pPr>
      <w:widowControl/>
      <w:pBdr>
        <w:bottom w:val="single" w:sz="4" w:space="0" w:color="000000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72BC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772BC8"/>
    <w:pPr>
      <w:widowControl/>
      <w:pBdr>
        <w:top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772BC8"/>
    <w:pPr>
      <w:widowControl/>
      <w:pBdr>
        <w:top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4">
    <w:name w:val="xl374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5">
    <w:name w:val="xl375"/>
    <w:basedOn w:val="a"/>
    <w:rsid w:val="00772BC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772BC8"/>
    <w:rPr>
      <w:color w:val="605E5C"/>
      <w:shd w:val="clear" w:color="auto" w:fill="E1DFDD"/>
    </w:rPr>
  </w:style>
  <w:style w:type="character" w:styleId="af4">
    <w:name w:val="Emphasis"/>
    <w:basedOn w:val="a0"/>
    <w:uiPriority w:val="20"/>
    <w:qFormat/>
    <w:rsid w:val="00B854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\Desktop\&#1041;&#1051;&#1040;&#1053;&#1050;&#1048;%202021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46ECA-1AD6-450B-8C4A-4EE2CFEA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1</Pages>
  <Words>214</Words>
  <Characters>1221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2</cp:revision>
  <cp:lastPrinted>2025-01-15T01:37:00Z</cp:lastPrinted>
  <dcterms:created xsi:type="dcterms:W3CDTF">2025-09-04T02:06:00Z</dcterms:created>
  <dcterms:modified xsi:type="dcterms:W3CDTF">2025-09-04T02:06:00Z</dcterms:modified>
</cp:coreProperties>
</file>